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D3606B">
            <w:pPr>
              <w:pStyle w:val="Jalus1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3114354E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23BD25D2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D3606B" w:rsidRPr="00D3606B">
              <w:rPr>
                <w:rFonts w:ascii="Times New Roman" w:eastAsia="Calibri" w:hAnsi="Times New Roman" w:cs="Times New Roman"/>
                <w:color w:val="2E74B5"/>
              </w:rPr>
              <w:t xml:space="preserve">Sihtasutus Kolga </w:t>
            </w:r>
            <w:r w:rsidR="00D3606B" w:rsidRPr="00747549">
              <w:rPr>
                <w:rFonts w:ascii="Times New Roman" w:eastAsia="Calibri" w:hAnsi="Times New Roman" w:cs="Times New Roman"/>
                <w:color w:val="2E74B5"/>
              </w:rPr>
              <w:t xml:space="preserve">Mõis </w:t>
            </w:r>
            <w:r w:rsidR="00747549" w:rsidRPr="00747549">
              <w:rPr>
                <w:rFonts w:ascii="Times New Roman" w:eastAsia="Calibri" w:hAnsi="Times New Roman" w:cs="Times New Roman"/>
                <w:color w:val="2E74B5"/>
              </w:rPr>
              <w:t>(90012774)</w:t>
            </w:r>
            <w:r w:rsidR="00747549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6" w14:textId="01FFCA28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4CFB003A" w14:textId="32D9D11B" w:rsidR="00747549" w:rsidRPr="00747549" w:rsidRDefault="0074754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Anu Koppel, </w:t>
            </w:r>
            <w:hyperlink r:id="rId8" w:history="1">
              <w:r w:rsidRPr="00747549">
                <w:rPr>
                  <w:rStyle w:val="Hyperlink"/>
                  <w:rFonts w:ascii="Times New Roman" w:eastAsia="Calibri" w:hAnsi="Times New Roman" w:cs="Times New Roman"/>
                </w:rPr>
                <w:t>kolgamanor@gmail.com</w:t>
              </w:r>
            </w:hyperlink>
            <w:r w:rsidR="005926F3">
              <w:rPr>
                <w:rFonts w:ascii="Times New Roman" w:eastAsia="Calibri" w:hAnsi="Times New Roman" w:cs="Times New Roman"/>
              </w:rPr>
              <w:t xml:space="preserve"> </w:t>
            </w:r>
            <w:bookmarkStart w:id="0" w:name="_GoBack"/>
            <w:bookmarkEnd w:id="0"/>
            <w:r w:rsidRPr="00747549">
              <w:rPr>
                <w:rFonts w:ascii="Times New Roman" w:eastAsia="Calibri" w:hAnsi="Times New Roman" w:cs="Times New Roman"/>
              </w:rPr>
              <w:t>5010966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729B2E9A" w:rsidR="00F21C04" w:rsidRPr="00645CA1" w:rsidRDefault="0074754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Swedban</w:t>
            </w:r>
            <w:r w:rsidRPr="00747549">
              <w:rPr>
                <w:rFonts w:ascii="Times New Roman" w:eastAsia="Calibri" w:hAnsi="Times New Roman" w:cs="Times New Roman"/>
                <w:color w:val="2E74B5"/>
              </w:rPr>
              <w:t xml:space="preserve">k </w:t>
            </w:r>
            <w:hyperlink r:id="rId9" w:tooltip="Konto väljavõte" w:history="1">
              <w:r w:rsidRPr="00747549">
                <w:rPr>
                  <w:rStyle w:val="Hyperlink"/>
                  <w:rFonts w:ascii="Times New Roman" w:hAnsi="Times New Roman" w:cs="Times New Roman"/>
                  <w:u w:val="none"/>
                </w:rPr>
                <w:t>EE332200221059890749</w:t>
              </w:r>
            </w:hyperlink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0F89FCCE" w:rsidR="00F21C04" w:rsidRPr="00645CA1" w:rsidRDefault="0074754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Seaduse/põhikirja alusel, juhatuse liige Anu Koppel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0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CBE88" w14:textId="77777777" w:rsidR="00BD71F1" w:rsidRDefault="00BD71F1" w:rsidP="00DF44DF">
      <w:r>
        <w:separator/>
      </w:r>
    </w:p>
  </w:endnote>
  <w:endnote w:type="continuationSeparator" w:id="0">
    <w:p w14:paraId="71F74407" w14:textId="77777777" w:rsidR="00BD71F1" w:rsidRDefault="00BD71F1" w:rsidP="00DF44DF">
      <w:r>
        <w:continuationSeparator/>
      </w:r>
    </w:p>
  </w:endnote>
  <w:endnote w:type="continuationNotice" w:id="1">
    <w:p w14:paraId="454260BA" w14:textId="77777777" w:rsidR="00BD71F1" w:rsidRDefault="00BD71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6FE7A" w14:textId="77777777" w:rsidR="00BD71F1" w:rsidRDefault="00BD71F1" w:rsidP="00DF44DF">
      <w:r>
        <w:separator/>
      </w:r>
    </w:p>
  </w:footnote>
  <w:footnote w:type="continuationSeparator" w:id="0">
    <w:p w14:paraId="030A8571" w14:textId="77777777" w:rsidR="00BD71F1" w:rsidRDefault="00BD71F1" w:rsidP="00DF44DF">
      <w:r>
        <w:continuationSeparator/>
      </w:r>
    </w:p>
  </w:footnote>
  <w:footnote w:type="continuationNotice" w:id="1">
    <w:p w14:paraId="3C8F9D4A" w14:textId="77777777" w:rsidR="00BD71F1" w:rsidRDefault="00BD71F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6F3"/>
    <w:rsid w:val="005927C1"/>
    <w:rsid w:val="005B5CE1"/>
    <w:rsid w:val="005D3CB0"/>
    <w:rsid w:val="005E3AED"/>
    <w:rsid w:val="005E45BB"/>
    <w:rsid w:val="00602834"/>
    <w:rsid w:val="00624E28"/>
    <w:rsid w:val="00647669"/>
    <w:rsid w:val="00657DBA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47549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D71F1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3606B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gamano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linkAction('business.d2d.accounts.accountStatement','force_acc','221059890749','','','',''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7F7157E-5811-4B1D-A54F-D00D92F8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7</TotalTime>
  <Pages>1</Pages>
  <Words>222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Kevin</cp:lastModifiedBy>
  <cp:revision>4</cp:revision>
  <cp:lastPrinted>2014-04-02T13:57:00Z</cp:lastPrinted>
  <dcterms:created xsi:type="dcterms:W3CDTF">2023-04-14T12:51:00Z</dcterms:created>
  <dcterms:modified xsi:type="dcterms:W3CDTF">2023-04-14T13:00:00Z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